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4223D" w:rsidR="006E5D65" w:rsidP="002D3375" w:rsidRDefault="00997F14" w14:paraId="14183757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4223D">
        <w:rPr>
          <w:rFonts w:ascii="Corbel" w:hAnsi="Corbel"/>
          <w:b/>
          <w:bCs/>
          <w:sz w:val="24"/>
          <w:szCs w:val="24"/>
        </w:rPr>
        <w:t xml:space="preserve">   </w:t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CD6897">
        <w:rPr>
          <w:rFonts w:ascii="Corbel" w:hAnsi="Corbel"/>
          <w:b/>
          <w:bCs/>
          <w:sz w:val="24"/>
          <w:szCs w:val="24"/>
        </w:rPr>
        <w:tab/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4223D" w:rsidR="006F31E2">
        <w:rPr>
          <w:rFonts w:ascii="Corbel" w:hAnsi="Corbel"/>
          <w:bCs/>
          <w:i/>
          <w:sz w:val="24"/>
          <w:szCs w:val="24"/>
        </w:rPr>
        <w:t>1.5</w:t>
      </w:r>
      <w:r w:rsidRPr="00F4223D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4223D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4223D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F4223D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4223D" w:rsidR="0085747A" w:rsidP="009C54AE" w:rsidRDefault="0085747A" w14:paraId="000FC35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Pr="00F4223D" w:rsidR="0085747A" w:rsidP="00EA4832" w:rsidRDefault="0071620A" w14:paraId="77C4FBE6" w14:textId="3A3811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  <w:bookmarkStart w:name="_Hlk90551104" w:id="0"/>
      <w:r w:rsidRPr="00C913B8" w:rsidR="00296739">
        <w:rPr>
          <w:rFonts w:ascii="Corbel" w:hAnsi="Corbel"/>
          <w:i/>
          <w:smallCaps/>
          <w:sz w:val="24"/>
          <w:szCs w:val="24"/>
        </w:rPr>
        <w:t>20</w:t>
      </w:r>
      <w:r w:rsidRPr="00C913B8" w:rsidR="00551F5A">
        <w:rPr>
          <w:rFonts w:ascii="Corbel" w:hAnsi="Corbel"/>
          <w:i/>
          <w:smallCaps/>
          <w:sz w:val="24"/>
          <w:szCs w:val="24"/>
        </w:rPr>
        <w:t>2</w:t>
      </w:r>
      <w:r w:rsidR="00C913B8">
        <w:rPr>
          <w:rFonts w:ascii="Corbel" w:hAnsi="Corbel"/>
          <w:i/>
          <w:smallCaps/>
          <w:sz w:val="24"/>
          <w:szCs w:val="24"/>
        </w:rPr>
        <w:t>2</w:t>
      </w:r>
      <w:r w:rsidRPr="00C913B8" w:rsidR="00551F5A">
        <w:rPr>
          <w:rFonts w:ascii="Corbel" w:hAnsi="Corbel"/>
          <w:i/>
          <w:smallCaps/>
          <w:sz w:val="24"/>
          <w:szCs w:val="24"/>
        </w:rPr>
        <w:t>/202</w:t>
      </w:r>
      <w:r w:rsidR="00C913B8">
        <w:rPr>
          <w:rFonts w:ascii="Corbel" w:hAnsi="Corbel"/>
          <w:i/>
          <w:smallCaps/>
          <w:sz w:val="24"/>
          <w:szCs w:val="24"/>
        </w:rPr>
        <w:t>3</w:t>
      </w:r>
      <w:r w:rsidRPr="00C913B8" w:rsidR="00551F5A">
        <w:rPr>
          <w:rFonts w:ascii="Corbel" w:hAnsi="Corbel"/>
          <w:i/>
          <w:smallCaps/>
          <w:sz w:val="24"/>
          <w:szCs w:val="24"/>
        </w:rPr>
        <w:t>-202</w:t>
      </w:r>
      <w:r w:rsidR="00E82E71">
        <w:rPr>
          <w:rFonts w:ascii="Corbel" w:hAnsi="Corbel"/>
          <w:i/>
          <w:smallCaps/>
          <w:sz w:val="24"/>
          <w:szCs w:val="24"/>
        </w:rPr>
        <w:t>3</w:t>
      </w:r>
      <w:r w:rsidRPr="00C913B8" w:rsidR="00551F5A">
        <w:rPr>
          <w:rFonts w:ascii="Corbel" w:hAnsi="Corbel"/>
          <w:i/>
          <w:smallCaps/>
          <w:sz w:val="24"/>
          <w:szCs w:val="24"/>
        </w:rPr>
        <w:t>/202</w:t>
      </w:r>
      <w:r w:rsidR="00E82E71">
        <w:rPr>
          <w:rFonts w:ascii="Corbel" w:hAnsi="Corbel"/>
          <w:i/>
          <w:smallCaps/>
          <w:sz w:val="24"/>
          <w:szCs w:val="24"/>
        </w:rPr>
        <w:t>4</w:t>
      </w:r>
      <w:r w:rsidRPr="00F4223D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4223D" w:rsidR="0085747A" w:rsidP="00EA4832" w:rsidRDefault="00EA4832" w14:paraId="5B00A1F6" w14:textId="16697A8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37537F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37537F9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37537F9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037537F9" w:rsidR="0085747A">
        <w:rPr>
          <w:rFonts w:ascii="Corbel" w:hAnsi="Corbel"/>
          <w:sz w:val="24"/>
          <w:szCs w:val="24"/>
        </w:rPr>
        <w:t>)</w:t>
      </w:r>
    </w:p>
    <w:p w:rsidRPr="00F4223D" w:rsidR="00445970" w:rsidP="00EA4832" w:rsidRDefault="00445970" w14:paraId="42524823" w14:textId="3F5695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 w:rsidR="00445970">
        <w:rPr>
          <w:rFonts w:ascii="Corbel" w:hAnsi="Corbel"/>
          <w:sz w:val="24"/>
          <w:szCs w:val="24"/>
        </w:rPr>
        <w:t xml:space="preserve">Rok akademicki  </w:t>
      </w:r>
      <w:r w:rsidRPr="00C913B8" w:rsidR="003F68C4">
        <w:rPr>
          <w:rFonts w:ascii="Corbel" w:hAnsi="Corbel"/>
          <w:sz w:val="24"/>
          <w:szCs w:val="24"/>
        </w:rPr>
        <w:t>202</w:t>
      </w:r>
      <w:r w:rsidR="00E82E71">
        <w:rPr>
          <w:rFonts w:ascii="Corbel" w:hAnsi="Corbel"/>
          <w:sz w:val="24"/>
          <w:szCs w:val="24"/>
        </w:rPr>
        <w:t>3</w:t>
      </w:r>
      <w:r w:rsidRPr="00C913B8" w:rsidR="003F68C4">
        <w:rPr>
          <w:rFonts w:ascii="Corbel" w:hAnsi="Corbel"/>
          <w:sz w:val="24"/>
          <w:szCs w:val="24"/>
        </w:rPr>
        <w:t>/202</w:t>
      </w:r>
      <w:r w:rsidR="00E82E71">
        <w:rPr>
          <w:rFonts w:ascii="Corbel" w:hAnsi="Corbel"/>
          <w:sz w:val="24"/>
          <w:szCs w:val="24"/>
        </w:rPr>
        <w:t>4</w:t>
      </w:r>
    </w:p>
    <w:bookmarkEnd w:id="0"/>
    <w:p w:rsidRPr="00F4223D" w:rsidR="0085747A" w:rsidP="009C54AE" w:rsidRDefault="0085747A" w14:paraId="69A6448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4223D" w:rsidR="0085747A" w:rsidP="009C54AE" w:rsidRDefault="0071620A" w14:paraId="2A9FB26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Pr="00F4223D" w:rsidR="0085747A">
        <w:rPr>
          <w:rFonts w:ascii="Corbel" w:hAnsi="Corbel"/>
          <w:szCs w:val="24"/>
        </w:rPr>
        <w:t xml:space="preserve">Podstawowe </w:t>
      </w:r>
      <w:r w:rsidRPr="00F4223D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4223D" w:rsidR="0085747A" w:rsidTr="037537F9" w14:paraId="4D14BB2F" w14:textId="77777777">
        <w:tc>
          <w:tcPr>
            <w:tcW w:w="2694" w:type="dxa"/>
            <w:tcMar/>
            <w:vAlign w:val="center"/>
          </w:tcPr>
          <w:p w:rsidRPr="00F4223D" w:rsidR="0085747A" w:rsidP="009C54AE" w:rsidRDefault="00C05F44" w14:paraId="4B8BFE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4223D" w:rsidR="0085747A" w:rsidP="037537F9" w:rsidRDefault="00EB6F9A" w14:paraId="54B2091F" w14:textId="760DD48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037537F9" w:rsidR="00EB6F9A">
              <w:rPr>
                <w:rFonts w:ascii="Corbel" w:hAnsi="Corbel"/>
                <w:b w:val="1"/>
                <w:bCs w:val="1"/>
                <w:sz w:val="24"/>
                <w:szCs w:val="24"/>
              </w:rPr>
              <w:t>Zarzą</w:t>
            </w:r>
            <w:r w:rsidRPr="037537F9" w:rsidR="00176605">
              <w:rPr>
                <w:rFonts w:ascii="Corbel" w:hAnsi="Corbel"/>
                <w:b w:val="1"/>
                <w:bCs w:val="1"/>
                <w:sz w:val="24"/>
                <w:szCs w:val="24"/>
              </w:rPr>
              <w:t>dzanie rozwojem jako zadanie administracji publicznej</w:t>
            </w:r>
          </w:p>
        </w:tc>
      </w:tr>
      <w:tr w:rsidRPr="00F4223D" w:rsidR="00A60D8A" w:rsidTr="037537F9" w14:paraId="61BE17FA" w14:textId="77777777">
        <w:tc>
          <w:tcPr>
            <w:tcW w:w="2694" w:type="dxa"/>
            <w:tcMar/>
            <w:vAlign w:val="center"/>
          </w:tcPr>
          <w:p w:rsidRPr="00F4223D" w:rsidR="00A60D8A" w:rsidP="00A60D8A" w:rsidRDefault="00A60D8A" w14:paraId="2F5DDA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C913B8" w:rsidR="00A60D8A" w:rsidP="00A60D8A" w:rsidRDefault="003F68C4" w14:paraId="3E947E4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3B8">
              <w:rPr>
                <w:rFonts w:ascii="Corbel" w:hAnsi="Corbel"/>
                <w:b w:val="0"/>
                <w:sz w:val="24"/>
                <w:szCs w:val="24"/>
              </w:rPr>
              <w:t>A2SO23</w:t>
            </w:r>
          </w:p>
        </w:tc>
      </w:tr>
      <w:tr w:rsidRPr="00F4223D" w:rsidR="00257CF4" w:rsidTr="037537F9" w14:paraId="750BFC67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54AAC10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037537F9" w:rsidRDefault="00257CF4" w14:paraId="35BB7F36" w14:textId="51A01D0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37537F9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  <w:r w:rsidRPr="037537F9" w:rsidR="00E82E71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Pr="00F4223D" w:rsidR="00257CF4" w:rsidTr="037537F9" w14:paraId="452658AB" w14:textId="77777777">
        <w:tc>
          <w:tcPr>
            <w:tcW w:w="2694" w:type="dxa"/>
            <w:tcMar/>
            <w:vAlign w:val="center"/>
          </w:tcPr>
          <w:p w:rsidRPr="00F4223D" w:rsidR="00257CF4" w:rsidP="00257CF4" w:rsidRDefault="00257CF4" w14:paraId="67DEE7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4223D" w:rsidR="00257CF4" w:rsidP="037537F9" w:rsidRDefault="00257CF4" w14:paraId="6D6B36E8" w14:textId="095AC0E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7537F9" w:rsidR="19715EC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Instytut Nauk Prawnych </w:t>
            </w:r>
            <w:r w:rsidRPr="037537F9" w:rsidR="00257CF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Zakład Nauki o Administracji </w:t>
            </w:r>
          </w:p>
        </w:tc>
      </w:tr>
      <w:tr w:rsidRPr="00F4223D" w:rsidR="00177C0C" w:rsidTr="037537F9" w14:paraId="7904FD9B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6B247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77C0C" w14:paraId="70293C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Pr="00F4223D" w:rsidR="00177C0C" w:rsidTr="037537F9" w14:paraId="1046FC4B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4F8224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177C0C" w14:paraId="4EBBA8C9" w14:textId="6C7253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82E7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F4223D" w:rsidR="00177C0C" w:rsidTr="037537F9" w14:paraId="5C610387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0E4971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C913B8" w14:paraId="32936A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F4223D" w:rsidR="00177C0C" w:rsidTr="037537F9" w14:paraId="61CF144E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10D134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880CAF" w14:paraId="44E35F62" w14:textId="763E4B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4223D" w:rsidR="00177C0C" w:rsidTr="037537F9" w14:paraId="6860A718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604AEF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37537F9" w:rsidRDefault="003351FB" w14:paraId="35C52D1E" w14:textId="239CD38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7537F9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Pr="037537F9" w:rsidR="32F5B26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/ </w:t>
            </w:r>
            <w:r w:rsidRPr="037537F9" w:rsidR="003351FB">
              <w:rPr>
                <w:rFonts w:ascii="Corbel" w:hAnsi="Corbel"/>
                <w:b w:val="0"/>
                <w:bCs w:val="0"/>
                <w:sz w:val="24"/>
                <w:szCs w:val="24"/>
              </w:rPr>
              <w:t>IV</w:t>
            </w:r>
          </w:p>
        </w:tc>
      </w:tr>
      <w:tr w:rsidRPr="00F4223D" w:rsidR="00177C0C" w:rsidTr="037537F9" w14:paraId="715EDF7F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EF74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C913B8" w14:paraId="4EECE6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F4223D" w:rsidR="00177C0C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F4223D" w:rsidR="00177C0C" w:rsidTr="037537F9" w14:paraId="1B5F3DA5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5FB0FE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177C0C" w:rsidRDefault="00C913B8" w14:paraId="242430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 w:rsidR="009924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4223D" w:rsidR="00177C0C" w:rsidTr="037537F9" w14:paraId="3771C1D3" w14:textId="77777777">
        <w:tc>
          <w:tcPr>
            <w:tcW w:w="2694" w:type="dxa"/>
            <w:tcMar/>
            <w:vAlign w:val="center"/>
          </w:tcPr>
          <w:p w:rsidRPr="00F4223D" w:rsidR="00177C0C" w:rsidP="00177C0C" w:rsidRDefault="00177C0C" w14:paraId="2FCC93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4223D" w:rsidR="00177C0C" w:rsidP="00C913B8" w:rsidRDefault="00C913B8" w14:paraId="564BDD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Pr="00F4223D" w:rsidR="00BC2072" w:rsidTr="037537F9" w14:paraId="1592616F" w14:textId="77777777">
        <w:tc>
          <w:tcPr>
            <w:tcW w:w="2694" w:type="dxa"/>
            <w:tcMar/>
            <w:vAlign w:val="center"/>
          </w:tcPr>
          <w:p w:rsidRPr="00F4223D" w:rsidR="00BC2072" w:rsidP="00BC2072" w:rsidRDefault="00BC2072" w14:paraId="22257C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4223D" w:rsidR="00BC2072" w:rsidP="00BC2072" w:rsidRDefault="00BC2072" w14:paraId="1321DFC6" w14:textId="60E05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:rsidRPr="00F4223D" w:rsidR="0085747A" w:rsidP="009C54AE" w:rsidRDefault="0085747A" w14:paraId="2BB0A32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Pr="00F4223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4223D" w:rsidR="00B90885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4223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4223D" w:rsidR="00923D7D" w:rsidP="009C54AE" w:rsidRDefault="00923D7D" w14:paraId="326F37F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6FC254F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Pr="00F4223D" w:rsidR="00E22FBC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4223D" w:rsidR="00923D7D" w:rsidP="009C54AE" w:rsidRDefault="00923D7D" w14:paraId="0D438DD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945"/>
        <w:gridCol w:w="825"/>
        <w:gridCol w:w="810"/>
        <w:gridCol w:w="656"/>
        <w:gridCol w:w="948"/>
        <w:gridCol w:w="1189"/>
        <w:gridCol w:w="1505"/>
      </w:tblGrid>
      <w:tr w:rsidRPr="00F4223D" w:rsidR="00015B8F" w:rsidTr="037537F9" w14:paraId="776B35E6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015B8F" w14:paraId="73A409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Semestr</w:t>
            </w:r>
          </w:p>
          <w:p w:rsidRPr="00F4223D" w:rsidR="00015B8F" w:rsidP="009C54AE" w:rsidRDefault="002B5EA0" w14:paraId="771322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(</w:t>
            </w:r>
            <w:r w:rsidRPr="00F4223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341163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1A311C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692621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76E66A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009162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647CE8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26E3BC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09CCCB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223D" w:rsidR="00015B8F" w:rsidP="009C54AE" w:rsidRDefault="00015B8F" w14:paraId="10B128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223D">
              <w:rPr>
                <w:rFonts w:ascii="Corbel" w:hAnsi="Corbel"/>
                <w:b/>
                <w:szCs w:val="24"/>
              </w:rPr>
              <w:t>Liczba pkt</w:t>
            </w:r>
            <w:r w:rsidRPr="00F4223D" w:rsidR="00B90885">
              <w:rPr>
                <w:rFonts w:ascii="Corbel" w:hAnsi="Corbel"/>
                <w:b/>
                <w:szCs w:val="24"/>
              </w:rPr>
              <w:t>.</w:t>
            </w:r>
            <w:r w:rsidRPr="00F42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4223D" w:rsidR="00015B8F" w:rsidTr="037537F9" w14:paraId="7D553B1D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015B8F" w:rsidP="009C54AE" w:rsidRDefault="00BC2072" w14:paraId="66FFA75F" w14:textId="3DC7A8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78C4DA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32F4C0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177C0C" w14:paraId="72872263" w14:textId="6F0AFC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7537F9" w:rsidR="00177C0C">
              <w:rPr>
                <w:rFonts w:ascii="Corbel" w:hAnsi="Corbel"/>
                <w:sz w:val="24"/>
                <w:szCs w:val="24"/>
              </w:rPr>
              <w:t>15</w:t>
            </w:r>
            <w:r w:rsidRPr="037537F9" w:rsidR="02D3983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453F15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202581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59EA32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089CBF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015B8F" w14:paraId="007838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223D" w:rsidR="00015B8F" w:rsidP="009C54AE" w:rsidRDefault="003351FB" w14:paraId="1F1B81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4223D" w:rsidR="00923D7D" w:rsidP="00BE6755" w:rsidRDefault="00923D7D" w14:paraId="49C9CC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4223D" w:rsidR="0085747A" w:rsidP="00F83B28" w:rsidRDefault="0085747A" w14:paraId="5DAB77B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Pr="00F4223D" w:rsidR="00E22FBC">
        <w:rPr>
          <w:rFonts w:ascii="Corbel" w:hAnsi="Corbel"/>
          <w:smallCaps w:val="0"/>
          <w:szCs w:val="24"/>
        </w:rPr>
        <w:t>2</w:t>
      </w:r>
      <w:r w:rsidRPr="00F4223D" w:rsidR="00F83B28">
        <w:rPr>
          <w:rFonts w:ascii="Corbel" w:hAnsi="Corbel"/>
          <w:smallCaps w:val="0"/>
          <w:szCs w:val="24"/>
        </w:rPr>
        <w:t>.</w:t>
      </w:r>
      <w:r w:rsidRPr="00F4223D" w:rsidR="00F83B28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Pr="00F4223D" w:rsidR="0085747A" w:rsidP="037537F9" w:rsidRDefault="00177C0C" w14:paraId="161DD592" w14:textId="1A8F3349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37537F9" w:rsidR="6355F631">
        <w:rPr>
          <w:rFonts w:ascii="Corbel" w:hAnsi="Corbel" w:eastAsia="MS Gothic" w:cs="Segoe UI Symbol"/>
          <w:b w:val="0"/>
          <w:bCs w:val="0"/>
        </w:rPr>
        <w:t xml:space="preserve">   </w:t>
      </w:r>
      <w:r w:rsidRPr="037537F9" w:rsidR="00177C0C">
        <w:rPr>
          <w:rFonts w:ascii="Corbel" w:hAnsi="Corbel" w:eastAsia="MS Gothic" w:cs="Segoe UI Symbol"/>
          <w:b w:val="0"/>
          <w:bCs w:val="0"/>
        </w:rPr>
        <w:t>x</w:t>
      </w:r>
      <w:r w:rsidRPr="037537F9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3351FB" w:rsidR="0085747A" w:rsidP="0070058E" w:rsidRDefault="0070058E" w14:paraId="11970D32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351FB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351FB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C674D0" w:rsidR="0085747A" w:rsidP="009C54AE" w:rsidRDefault="0085747A" w14:paraId="6AE1F1C1" w14:textId="77777777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Pr="00F4223D" w:rsidR="00E22FBC" w:rsidP="037537F9" w:rsidRDefault="00E22FBC" w14:paraId="79047AF6" w14:textId="6D472C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37537F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37537F9" w:rsidR="00E22FBC">
        <w:rPr>
          <w:rFonts w:ascii="Corbel" w:hAnsi="Corbel"/>
          <w:caps w:val="0"/>
          <w:smallCaps w:val="0"/>
        </w:rPr>
        <w:t>For</w:t>
      </w:r>
      <w:r w:rsidRPr="037537F9" w:rsidR="00445970">
        <w:rPr>
          <w:rFonts w:ascii="Corbel" w:hAnsi="Corbel"/>
          <w:caps w:val="0"/>
          <w:smallCaps w:val="0"/>
        </w:rPr>
        <w:t xml:space="preserve">ma zaliczenia </w:t>
      </w:r>
      <w:r w:rsidRPr="037537F9" w:rsidR="00445970">
        <w:rPr>
          <w:rFonts w:ascii="Corbel" w:hAnsi="Corbel"/>
          <w:caps w:val="0"/>
          <w:smallCaps w:val="0"/>
        </w:rPr>
        <w:t>przedmiotu</w:t>
      </w:r>
      <w:r w:rsidRPr="037537F9" w:rsidR="00E22FBC">
        <w:rPr>
          <w:rFonts w:ascii="Corbel" w:hAnsi="Corbel"/>
          <w:caps w:val="0"/>
          <w:smallCaps w:val="0"/>
        </w:rPr>
        <w:t xml:space="preserve"> (</w:t>
      </w:r>
      <w:r w:rsidRPr="037537F9" w:rsidR="00E22FBC">
        <w:rPr>
          <w:rFonts w:ascii="Corbel" w:hAnsi="Corbel"/>
          <w:caps w:val="0"/>
          <w:smallCaps w:val="0"/>
        </w:rPr>
        <w:t xml:space="preserve">z toku) </w:t>
      </w:r>
      <w:r w:rsidRPr="037537F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F4223D" w:rsidR="00177C0C" w:rsidP="009C54AE" w:rsidRDefault="00177C0C" w14:paraId="3BEE27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C54AE" w:rsidP="009C54AE" w:rsidRDefault="005535A3" w14:paraId="3A6794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4223D" w:rsidR="00177C0C">
        <w:rPr>
          <w:rFonts w:ascii="Corbel" w:hAnsi="Corbel"/>
          <w:b w:val="0"/>
          <w:smallCaps w:val="0"/>
          <w:szCs w:val="24"/>
        </w:rPr>
        <w:t>aliczenie z oceną</w:t>
      </w:r>
    </w:p>
    <w:p w:rsidRPr="00F4223D" w:rsidR="00E960BB" w:rsidP="009C54AE" w:rsidRDefault="00E960BB" w14:paraId="32A6106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7D02D0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Pr="00F4223D" w:rsidR="00BE6755" w:rsidP="009C54AE" w:rsidRDefault="00BE6755" w14:paraId="785CA88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45302" w14:paraId="0111FF80" w14:textId="77777777">
        <w:tc>
          <w:tcPr>
            <w:tcW w:w="9670" w:type="dxa"/>
          </w:tcPr>
          <w:p w:rsidRPr="00F4223D" w:rsidR="0085747A" w:rsidP="00177C0C" w:rsidRDefault="00EB6F9A" w14:paraId="15B94ED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</w:p>
        </w:tc>
      </w:tr>
    </w:tbl>
    <w:p w:rsidRPr="00F4223D" w:rsidR="00153C41" w:rsidP="009C54AE" w:rsidRDefault="00153C41" w14:paraId="2A8374D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37537F9" w:rsidRDefault="0071620A" w14:paraId="1027384D" w14:textId="7E37BDAA">
      <w:pPr>
        <w:pStyle w:val="Punktygwne"/>
        <w:spacing w:before="0" w:after="0"/>
        <w:rPr>
          <w:rFonts w:ascii="Corbel" w:hAnsi="Corbel"/>
        </w:rPr>
      </w:pPr>
      <w:r w:rsidRPr="037537F9" w:rsidR="0071620A">
        <w:rPr>
          <w:rFonts w:ascii="Corbel" w:hAnsi="Corbel"/>
        </w:rPr>
        <w:t>3.</w:t>
      </w:r>
      <w:r w:rsidRPr="037537F9" w:rsidR="0085747A">
        <w:rPr>
          <w:rFonts w:ascii="Corbel" w:hAnsi="Corbel"/>
        </w:rPr>
        <w:t xml:space="preserve"> </w:t>
      </w:r>
      <w:r w:rsidRPr="037537F9" w:rsidR="00A84C85">
        <w:rPr>
          <w:rFonts w:ascii="Corbel" w:hAnsi="Corbel"/>
        </w:rPr>
        <w:t xml:space="preserve">cele, efekty uczenia </w:t>
      </w:r>
      <w:r w:rsidRPr="037537F9" w:rsidR="00A84C85">
        <w:rPr>
          <w:rFonts w:ascii="Corbel" w:hAnsi="Corbel"/>
        </w:rPr>
        <w:t>się</w:t>
      </w:r>
      <w:r w:rsidRPr="037537F9" w:rsidR="0085747A">
        <w:rPr>
          <w:rFonts w:ascii="Corbel" w:hAnsi="Corbel"/>
        </w:rPr>
        <w:t>,</w:t>
      </w:r>
      <w:r w:rsidRPr="037537F9" w:rsidR="0085747A">
        <w:rPr>
          <w:rFonts w:ascii="Corbel" w:hAnsi="Corbel"/>
        </w:rPr>
        <w:t xml:space="preserve"> treści Programowe i stosowane metody Dydaktyczne</w:t>
      </w:r>
    </w:p>
    <w:p w:rsidRPr="00F4223D" w:rsidR="0085747A" w:rsidP="009C54AE" w:rsidRDefault="0085747A" w14:paraId="4BA7A4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4223D" w:rsidR="0085747A" w:rsidP="009C54AE" w:rsidRDefault="0071620A" w14:paraId="79520509" w14:textId="77777777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Pr="00F4223D" w:rsidR="00C05F44">
        <w:rPr>
          <w:rFonts w:ascii="Corbel" w:hAnsi="Corbel"/>
          <w:sz w:val="24"/>
          <w:szCs w:val="24"/>
        </w:rPr>
        <w:t>Cele przedmiotu</w:t>
      </w:r>
    </w:p>
    <w:p w:rsidRPr="00F4223D" w:rsidR="00F83B28" w:rsidP="009C54AE" w:rsidRDefault="00F83B28" w14:paraId="5A9812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F4223D" w:rsidR="0085747A" w:rsidTr="00177C0C" w14:paraId="711D1B77" w14:textId="77777777">
        <w:tc>
          <w:tcPr>
            <w:tcW w:w="844" w:type="dxa"/>
            <w:vAlign w:val="center"/>
          </w:tcPr>
          <w:p w:rsidRPr="00F4223D" w:rsidR="0085747A" w:rsidP="009C54AE" w:rsidRDefault="0085747A" w14:paraId="1712FEC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4223D" w:rsidR="0085747A" w:rsidP="00B355D6" w:rsidRDefault="00177C0C" w14:paraId="4EC4DB4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Pr="00F4223D" w:rsidR="00B35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tudenta z podstawową terminologią </w:t>
            </w:r>
            <w:r w:rsidRPr="00F4223D" w:rsidR="00B355D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i instrumentami niezbędnymi w zarządzaniu </w:t>
            </w:r>
            <w:r w:rsidRPr="00F4223D" w:rsidR="00BC518A">
              <w:rPr>
                <w:rFonts w:ascii="Corbel" w:hAnsi="Corbel"/>
                <w:b w:val="0"/>
                <w:sz w:val="24"/>
                <w:szCs w:val="24"/>
              </w:rPr>
              <w:t>rozwojem administracji publicznej</w:t>
            </w:r>
          </w:p>
        </w:tc>
      </w:tr>
      <w:tr w:rsidRPr="00F4223D" w:rsidR="00177C0C" w:rsidTr="00177C0C" w14:paraId="4C2912E9" w14:textId="77777777">
        <w:tc>
          <w:tcPr>
            <w:tcW w:w="844" w:type="dxa"/>
            <w:vAlign w:val="center"/>
          </w:tcPr>
          <w:p w:rsidRPr="00F4223D" w:rsidR="00177C0C" w:rsidP="00177C0C" w:rsidRDefault="00177C0C" w14:paraId="04B39AE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Pr="00F4223D" w:rsidR="00177C0C" w:rsidP="00B355D6" w:rsidRDefault="00177C0C" w14:paraId="794AF86B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Pr="00F4223D" w:rsidR="00B355D6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tudenta umiejętności i poznanie technik tworzenia strategii rozwoju</w:t>
            </w:r>
            <w:r w:rsidRPr="00F4223D" w:rsidR="00BC518A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oraz jej wdrożenia w administracji publicznej. </w:t>
            </w:r>
          </w:p>
        </w:tc>
      </w:tr>
    </w:tbl>
    <w:p w:rsidRPr="00F4223D" w:rsidR="0085747A" w:rsidP="009C54AE" w:rsidRDefault="0085747A" w14:paraId="5EC7602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4223D" w:rsidR="001D7B54" w:rsidP="009C54AE" w:rsidRDefault="009F4610" w14:paraId="21C11E3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Pr="00F4223D" w:rsidR="001D7B54">
        <w:rPr>
          <w:rFonts w:ascii="Corbel" w:hAnsi="Corbel"/>
          <w:b/>
          <w:sz w:val="24"/>
          <w:szCs w:val="24"/>
        </w:rPr>
        <w:t xml:space="preserve">Efekty </w:t>
      </w:r>
      <w:r w:rsidRPr="00F4223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4223D" w:rsidR="001D7B54">
        <w:rPr>
          <w:rFonts w:ascii="Corbel" w:hAnsi="Corbel"/>
          <w:b/>
          <w:sz w:val="24"/>
          <w:szCs w:val="24"/>
        </w:rPr>
        <w:t>dla przedmiotu</w:t>
      </w:r>
      <w:r w:rsidRPr="00F4223D" w:rsidR="00445970">
        <w:rPr>
          <w:rFonts w:ascii="Corbel" w:hAnsi="Corbel"/>
          <w:sz w:val="24"/>
          <w:szCs w:val="24"/>
        </w:rPr>
        <w:t xml:space="preserve"> </w:t>
      </w:r>
    </w:p>
    <w:p w:rsidRPr="00F4223D" w:rsidR="001D7B54" w:rsidP="009C54AE" w:rsidRDefault="001D7B54" w14:paraId="08B0566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F4223D" w:rsidR="0085747A" w:rsidTr="037537F9" w14:paraId="6A9E76C0" w14:textId="77777777">
        <w:tc>
          <w:tcPr>
            <w:tcW w:w="1681" w:type="dxa"/>
            <w:tcMar/>
            <w:vAlign w:val="center"/>
          </w:tcPr>
          <w:p w:rsidRPr="00F4223D" w:rsidR="0085747A" w:rsidP="009C54AE" w:rsidRDefault="0085747A" w14:paraId="6FF093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Pr="00F4223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F4223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F4223D" w:rsidR="0085747A" w:rsidP="00C05F44" w:rsidRDefault="0085747A" w14:paraId="7B65D1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F4223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F4223D" w:rsidR="0085747A" w:rsidP="00C05F44" w:rsidRDefault="0085747A" w14:paraId="0C105B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4223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4223D" w:rsidR="00535449" w:rsidTr="037537F9" w14:paraId="62299935" w14:textId="77777777">
        <w:tc>
          <w:tcPr>
            <w:tcW w:w="1681" w:type="dxa"/>
            <w:tcMar/>
          </w:tcPr>
          <w:p w:rsidRPr="00F4223D" w:rsidR="00535449" w:rsidP="00535449" w:rsidRDefault="00DD2831" w14:paraId="5C3E95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Pr="00676174" w:rsidR="00676174" w:rsidP="037537F9" w:rsidRDefault="007B0A39" w14:paraId="67EE52C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135F5483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w</w:t>
            </w:r>
            <w:r w:rsidRPr="037537F9" w:rsidR="280217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ykazuje się szczegółową wiedzą na temat struktur, instytucji i zasad działania organów administracji publicznej </w:t>
            </w:r>
            <w:r w:rsidRPr="037537F9" w:rsidR="135F5483">
              <w:rPr>
                <w:rFonts w:ascii="Corbel" w:hAnsi="Corbel"/>
                <w:b w:val="0"/>
                <w:bCs w:val="0"/>
                <w:caps w:val="0"/>
                <w:smallCaps w:val="0"/>
              </w:rPr>
              <w:t>w dziedzinie strategicznego zarządzania rozwojem lokalnym i regionalnym</w:t>
            </w:r>
            <w:r w:rsidRPr="037537F9" w:rsidR="135F5483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037537F9" w:rsidR="135F54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37537F9" w:rsidR="280217B2">
              <w:rPr>
                <w:rFonts w:ascii="Corbel" w:hAnsi="Corbel"/>
                <w:b w:val="0"/>
                <w:bCs w:val="0"/>
                <w:caps w:val="0"/>
                <w:smallCaps w:val="0"/>
              </w:rPr>
              <w:t>podmiotów administrujących, ich genezy i ewolucji oraz</w:t>
            </w:r>
          </w:p>
          <w:p w:rsidRPr="00F4223D" w:rsidR="00535449" w:rsidP="037537F9" w:rsidRDefault="00676174" w14:paraId="3CEAEE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280217B2">
              <w:rPr>
                <w:rFonts w:ascii="Corbel" w:hAnsi="Corbel"/>
                <w:b w:val="0"/>
                <w:bCs w:val="0"/>
                <w:caps w:val="0"/>
                <w:smallCaps w:val="0"/>
              </w:rPr>
              <w:t>wykonywanych przez nie zadań;</w:t>
            </w:r>
          </w:p>
        </w:tc>
        <w:tc>
          <w:tcPr>
            <w:tcW w:w="1865" w:type="dxa"/>
            <w:tcMar/>
          </w:tcPr>
          <w:p w:rsidRPr="00F4223D" w:rsidR="00535449" w:rsidP="00535449" w:rsidRDefault="00535449" w14:paraId="1BDF57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F4223D" w:rsidR="002466BB" w:rsidTr="037537F9" w14:paraId="30981199" w14:textId="77777777">
        <w:tc>
          <w:tcPr>
            <w:tcW w:w="1681" w:type="dxa"/>
            <w:tcMar/>
          </w:tcPr>
          <w:p w:rsidRPr="00F4223D" w:rsidR="002466BB" w:rsidP="002466BB" w:rsidRDefault="000A4CA2" w14:paraId="70E771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Mar/>
          </w:tcPr>
          <w:p w:rsidR="00676174" w:rsidP="037537F9" w:rsidRDefault="007B0A39" w14:paraId="79F36CA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135F5483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37537F9" w:rsidR="280217B2">
              <w:rPr>
                <w:rFonts w:ascii="Corbel" w:hAnsi="Corbel"/>
                <w:b w:val="0"/>
                <w:bCs w:val="0"/>
                <w:caps w:val="0"/>
                <w:smallCaps w:val="0"/>
              </w:rPr>
              <w:t>osiada rozszerzoną wiedzę o roli człowieka, jego cechach i aktywności w sferze administracji oraz jako twórcy kultury i podmiotu konstytuującego struktury społeczne i</w:t>
            </w: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37537F9" w:rsidR="280217B2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 ich funkcjonowania;</w:t>
            </w:r>
          </w:p>
          <w:p w:rsidR="00676174" w:rsidP="037537F9" w:rsidRDefault="00676174" w14:paraId="0A9BDA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F4223D" w:rsidR="002466BB" w:rsidP="037537F9" w:rsidRDefault="002466BB" w14:paraId="181CEAC8" w14:textId="725D38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085BA28C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posiada umiejętność opracowywania strategicznych kierunków działania podmiotu administrującego oraz wskaz</w:t>
            </w:r>
            <w:r w:rsidRPr="037537F9" w:rsidR="5CE1A4CF">
              <w:rPr>
                <w:rFonts w:ascii="Corbel" w:hAnsi="Corbel"/>
                <w:b w:val="0"/>
                <w:bCs w:val="0"/>
                <w:caps w:val="0"/>
                <w:smallCaps w:val="0"/>
              </w:rPr>
              <w:t>ania konsekwencji projektowanej strategii</w:t>
            </w:r>
            <w:r w:rsidRPr="037537F9" w:rsidR="294A8247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Mar/>
          </w:tcPr>
          <w:p w:rsidRPr="00F4223D" w:rsidR="002466BB" w:rsidP="002466BB" w:rsidRDefault="00BC717F" w14:paraId="2867C9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F4223D" w:rsidR="000A4CA2" w:rsidTr="037537F9" w14:paraId="05322105" w14:textId="77777777">
        <w:tc>
          <w:tcPr>
            <w:tcW w:w="1681" w:type="dxa"/>
            <w:tcMar/>
          </w:tcPr>
          <w:p w:rsidRPr="00F4223D" w:rsidR="000A4CA2" w:rsidP="000A4CA2" w:rsidRDefault="000A4CA2" w14:paraId="54E7DE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F4223D" w:rsidR="00DD283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Mar/>
          </w:tcPr>
          <w:p w:rsidR="00676174" w:rsidP="037537F9" w:rsidRDefault="0020021E" w14:paraId="5E48AB0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37537F9" w:rsidR="280217B2">
              <w:rPr>
                <w:rFonts w:ascii="Corbel" w:hAnsi="Corbel"/>
                <w:b w:val="0"/>
                <w:bCs w:val="0"/>
                <w:caps w:val="0"/>
                <w:smallCaps w:val="0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:rsidRPr="00F4223D" w:rsidR="000A4CA2" w:rsidP="037537F9" w:rsidRDefault="000A4CA2" w14:paraId="24D72B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1865" w:type="dxa"/>
            <w:tcMar/>
          </w:tcPr>
          <w:p w:rsidRPr="00F4223D" w:rsidR="000A4CA2" w:rsidP="000A4CA2" w:rsidRDefault="00BC717F" w14:paraId="6DBCF5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F4223D" w:rsidR="000A4C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F4223D" w:rsidR="00BC717F" w:rsidTr="037537F9" w14:paraId="446900F2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6F297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25DBB" w:rsidR="00425DBB" w:rsidP="037537F9" w:rsidRDefault="0020021E" w14:paraId="2444393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prowadzenia debaty, przygotowania prac pisemnych, prezentacji multimedialnych, oraz ustnych wystąpień w języku polskim w zakresie dziedzin i  dyscyplin naukowych wykładanych w ramach kierunku Administracja dotyczących zagadnień </w:t>
            </w: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>opracowywania strategicznych kierunków działania podmiotu administrującego oraz wskazania konsekwencji projektowanej st</w:t>
            </w: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rategii </w:t>
            </w: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 działania i zadań organów administracji publicznej w dziedzinie strategicznego zarządzania </w:t>
            </w: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rozwojem lokalnym </w:t>
            </w:r>
            <w:r w:rsidRPr="037537F9" w:rsidR="5747B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regionalnym, </w:t>
            </w: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>z wykorzystaniem poglądów doktryny, źródeł prawa oraz orzecznictwa sądowego i administracyjnego, a także</w:t>
            </w:r>
          </w:p>
          <w:p w:rsidRPr="00F4223D" w:rsidR="00BC717F" w:rsidP="037537F9" w:rsidRDefault="00425DBB" w14:paraId="68544A1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>danych statystycznych;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04AB8D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Pr="00F4223D" w:rsidR="00BC717F" w:rsidTr="037537F9" w14:paraId="130DAB03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0B561E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37537F9" w:rsidRDefault="00425DBB" w14:paraId="01E5A51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>Jest zdolny do samodzielnego rozwiazywania podstawowych problemów administracyjnych, prawnych i etycznych związanych z funkcjonowaniem struktur publicznych i niepublicznych;</w:t>
            </w:r>
            <w:r w:rsidR="5747BF1F">
              <w:rPr/>
              <w:t xml:space="preserve">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61FBC6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F4223D" w:rsidR="00BC717F" w:rsidTr="037537F9" w14:paraId="0EAC1260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0E6647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25DBB" w:rsidR="00425DBB" w:rsidP="037537F9" w:rsidRDefault="00425DBB" w14:paraId="04C11AC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>Wykazuje odpowiedzialność za własne przygotowanie do</w:t>
            </w:r>
          </w:p>
          <w:p w:rsidR="00425DBB" w:rsidP="037537F9" w:rsidRDefault="00425DBB" w14:paraId="7F2C7E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7537F9" w:rsidR="33EDA0D4">
              <w:rPr>
                <w:rFonts w:ascii="Corbel" w:hAnsi="Corbel"/>
                <w:b w:val="0"/>
                <w:bCs w:val="0"/>
                <w:caps w:val="0"/>
                <w:smallCaps w:val="0"/>
              </w:rPr>
              <w:t>pracy, podejmowane decyzje, działania i ich skutki;</w:t>
            </w:r>
          </w:p>
          <w:p w:rsidRPr="00F4223D" w:rsidR="00BC717F" w:rsidP="037537F9" w:rsidRDefault="00BC717F" w14:paraId="68FF23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BC717F" w:rsidP="005F433A" w:rsidRDefault="00BC717F" w14:paraId="1F0144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F4223D" w:rsidR="0085747A" w:rsidP="009C54AE" w:rsidRDefault="0085747A" w14:paraId="7A49A67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675843" w14:paraId="768523C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Pr="00F4223D" w:rsidR="001D7B54">
        <w:rPr>
          <w:rFonts w:ascii="Corbel" w:hAnsi="Corbel"/>
          <w:b/>
          <w:sz w:val="24"/>
          <w:szCs w:val="24"/>
        </w:rPr>
        <w:t xml:space="preserve"> </w:t>
      </w:r>
      <w:r w:rsidRPr="00F4223D" w:rsidR="0085747A">
        <w:rPr>
          <w:rFonts w:ascii="Corbel" w:hAnsi="Corbel"/>
          <w:b/>
          <w:sz w:val="24"/>
          <w:szCs w:val="24"/>
        </w:rPr>
        <w:t>T</w:t>
      </w:r>
      <w:r w:rsidRPr="00F4223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4223D" w:rsidR="007327BD">
        <w:rPr>
          <w:rFonts w:ascii="Corbel" w:hAnsi="Corbel"/>
          <w:sz w:val="24"/>
          <w:szCs w:val="24"/>
        </w:rPr>
        <w:t xml:space="preserve">  </w:t>
      </w:r>
    </w:p>
    <w:p w:rsidRPr="00F4223D" w:rsidR="00675843" w:rsidP="009C54AE" w:rsidRDefault="00675843" w14:paraId="6CB9D09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4223D" w:rsidR="0085747A" w:rsidP="009C54AE" w:rsidRDefault="0085747A" w14:paraId="2F835E1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37537F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37537F9" w:rsidR="009F4610">
        <w:rPr>
          <w:rFonts w:ascii="Corbel" w:hAnsi="Corbel"/>
          <w:sz w:val="24"/>
          <w:szCs w:val="24"/>
        </w:rPr>
        <w:t xml:space="preserve">, </w:t>
      </w:r>
      <w:r w:rsidRPr="037537F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5747A" w:rsidTr="00704BA8" w14:paraId="544717CB" w14:textId="77777777">
        <w:tc>
          <w:tcPr>
            <w:tcW w:w="9520" w:type="dxa"/>
          </w:tcPr>
          <w:p w:rsidRPr="00F4223D" w:rsidR="0085747A" w:rsidP="009C54AE" w:rsidRDefault="0085747A" w14:paraId="1B7E386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4223D" w:rsidR="00AE20B4" w:rsidTr="00704BA8" w14:paraId="37B742B9" w14:textId="77777777">
        <w:tc>
          <w:tcPr>
            <w:tcW w:w="9520" w:type="dxa"/>
          </w:tcPr>
          <w:p w:rsidRPr="00F4223D" w:rsidR="00AE20B4" w:rsidP="00AE20B4" w:rsidRDefault="00AE20B4" w14:paraId="4668A60E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Pr="00F4223D" w:rsidR="00AE20B4" w:rsidTr="00704BA8" w14:paraId="48126D55" w14:textId="77777777">
        <w:tc>
          <w:tcPr>
            <w:tcW w:w="9520" w:type="dxa"/>
          </w:tcPr>
          <w:p w:rsidRPr="00F4223D" w:rsidR="00AE20B4" w:rsidP="00AE20B4" w:rsidRDefault="00AE20B4" w14:paraId="0C8792AB" w14:textId="7777777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Pr="00F4223D" w:rsidR="00AE20B4" w:rsidTr="00704BA8" w14:paraId="4343DC0B" w14:textId="77777777">
        <w:tc>
          <w:tcPr>
            <w:tcW w:w="9520" w:type="dxa"/>
          </w:tcPr>
          <w:p w:rsidRPr="00F4223D" w:rsidR="00AE20B4" w:rsidP="009C54AE" w:rsidRDefault="00AE20B4" w14:paraId="05F92D1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Pr="00F4223D" w:rsidR="00704BA8" w:rsidTr="00704BA8" w14:paraId="228BF319" w14:textId="77777777">
        <w:tc>
          <w:tcPr>
            <w:tcW w:w="9520" w:type="dxa"/>
          </w:tcPr>
          <w:p w:rsidRPr="00F4223D" w:rsidR="00704BA8" w:rsidP="00B355D6" w:rsidRDefault="001C3C2E" w14:paraId="1D5D62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Ramy p</w:t>
            </w:r>
            <w:r w:rsidRPr="00F4223D" w:rsidR="0070058E">
              <w:rPr>
                <w:rFonts w:ascii="Corbel" w:hAnsi="Corbel"/>
                <w:sz w:val="24"/>
                <w:szCs w:val="24"/>
              </w:rPr>
              <w:t xml:space="preserve">rawne </w:t>
            </w:r>
            <w:r w:rsidRPr="00F4223D" w:rsidR="00B355D6">
              <w:rPr>
                <w:rFonts w:ascii="Corbel" w:hAnsi="Corbel"/>
                <w:sz w:val="24"/>
                <w:szCs w:val="24"/>
              </w:rPr>
              <w:t xml:space="preserve">polityki rozwoju oraz podmioty odpowiedzialne za politykę rozwoju. </w:t>
            </w:r>
          </w:p>
        </w:tc>
      </w:tr>
      <w:tr w:rsidRPr="00F4223D" w:rsidR="00AE20B4" w:rsidTr="00704BA8" w14:paraId="252D1CA0" w14:textId="77777777">
        <w:tc>
          <w:tcPr>
            <w:tcW w:w="9520" w:type="dxa"/>
          </w:tcPr>
          <w:p w:rsidRPr="00F4223D" w:rsidR="00AE20B4" w:rsidP="006132CF" w:rsidRDefault="00AE20B4" w14:paraId="6DF9DA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006132CF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F4223D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006132CF">
              <w:rPr>
                <w:rFonts w:ascii="Corbel" w:hAnsi="Corbel"/>
                <w:sz w:val="24"/>
                <w:szCs w:val="24"/>
              </w:rPr>
              <w:t>);</w:t>
            </w:r>
            <w:r w:rsidRPr="00F4223D">
              <w:rPr>
                <w:rFonts w:ascii="Corbel" w:hAnsi="Corbel"/>
                <w:sz w:val="24"/>
                <w:szCs w:val="24"/>
              </w:rPr>
              <w:t>ponadregionalne  (</w:t>
            </w:r>
            <w:r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</w:t>
            </w:r>
            <w:r w:rsidRPr="00F4223D" w:rsidR="00DB2CE6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Pr="00F4223D" w:rsidR="00704BA8" w:rsidTr="00704BA8" w14:paraId="4DF91B10" w14:textId="77777777">
        <w:tc>
          <w:tcPr>
            <w:tcW w:w="9520" w:type="dxa"/>
          </w:tcPr>
          <w:p w:rsidRPr="00F4223D" w:rsidR="00704BA8" w:rsidP="00704BA8" w:rsidRDefault="00B86AB8" w14:paraId="4EAFEB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Tworzenie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 xml:space="preserve"> strategii rozwoju lokalnego i regionalnego (w tym diagnoza</w:t>
            </w:r>
            <w:r w:rsidRPr="00F4223D" w:rsidR="001C3C2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i analiza strategiczna, wyznaczanie strategicznych kierunków działania wraz z celami strategicznymi i operacyjnymi</w:t>
            </w:r>
            <w:r w:rsidRPr="00F4223D" w:rsidR="00C33CE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 xml:space="preserve">instrumenty </w:t>
            </w:r>
            <w:r w:rsidRPr="00F4223D" w:rsidR="00C33CEC">
              <w:rPr>
                <w:rFonts w:ascii="Corbel" w:hAnsi="Corbel"/>
                <w:sz w:val="24"/>
                <w:szCs w:val="24"/>
              </w:rPr>
              <w:t>realizacj</w:t>
            </w:r>
            <w:r w:rsidRPr="00F4223D" w:rsidR="00C86B29">
              <w:rPr>
                <w:rFonts w:ascii="Corbel" w:hAnsi="Corbel"/>
                <w:sz w:val="24"/>
                <w:szCs w:val="24"/>
              </w:rPr>
              <w:t>i</w:t>
            </w:r>
            <w:r w:rsidRPr="00F4223D" w:rsidR="00C33CEC">
              <w:rPr>
                <w:rFonts w:ascii="Corbel" w:hAnsi="Corbel"/>
                <w:sz w:val="24"/>
                <w:szCs w:val="24"/>
              </w:rPr>
              <w:t xml:space="preserve"> i monitoring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u realizacji strategii</w:t>
            </w:r>
            <w:r w:rsidRPr="00F4223D" w:rsidR="001C3C2E">
              <w:rPr>
                <w:rFonts w:ascii="Corbel" w:hAnsi="Corbel"/>
                <w:sz w:val="24"/>
                <w:szCs w:val="24"/>
              </w:rPr>
              <w:t>, procesy uspołecznienia strategii rozwoju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) na przykładzie</w:t>
            </w:r>
            <w:r w:rsidRPr="00F4223D" w:rsidR="008850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223D" w:rsidR="001C3C2E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sz w:val="24"/>
                <w:szCs w:val="24"/>
              </w:rPr>
              <w:t>trategi</w:t>
            </w:r>
            <w:r w:rsidRPr="00F4223D" w:rsidR="00E32827">
              <w:rPr>
                <w:rFonts w:ascii="Corbel" w:hAnsi="Corbel"/>
                <w:sz w:val="24"/>
                <w:szCs w:val="24"/>
              </w:rPr>
              <w:t>i</w:t>
            </w:r>
            <w:r w:rsidRPr="00F4223D">
              <w:rPr>
                <w:rFonts w:ascii="Corbel" w:hAnsi="Corbel"/>
                <w:sz w:val="24"/>
                <w:szCs w:val="24"/>
              </w:rPr>
              <w:t xml:space="preserve"> rozwoju jednostek samorządu terytorialnego.</w:t>
            </w:r>
          </w:p>
        </w:tc>
      </w:tr>
      <w:tr w:rsidRPr="00F4223D" w:rsidR="00AE20B4" w:rsidTr="00704BA8" w14:paraId="78473D14" w14:textId="77777777">
        <w:tc>
          <w:tcPr>
            <w:tcW w:w="9520" w:type="dxa"/>
          </w:tcPr>
          <w:p w:rsidRPr="00F4223D" w:rsidR="00AE20B4" w:rsidP="00704BA8" w:rsidRDefault="00AE20B4" w14:paraId="689006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 w:rsidR="006132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F4223D" w:rsidR="0085747A" w:rsidP="009C54AE" w:rsidRDefault="0085747A" w14:paraId="5FFF317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4223D" w:rsidR="0085747A" w:rsidP="009C54AE" w:rsidRDefault="009F4610" w14:paraId="5C1945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Pr="00F4223D" w:rsidR="0085747A" w:rsidP="009C54AE" w:rsidRDefault="0085747A" w14:paraId="50986D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704BA8" w:rsidP="00704BA8" w:rsidRDefault="00704BA8" w14:paraId="02BAC82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37537F9" w:rsidR="00704BA8">
        <w:rPr>
          <w:rFonts w:ascii="Corbel" w:hAnsi="Corbel"/>
          <w:b w:val="0"/>
          <w:bCs w:val="0"/>
          <w:caps w:val="0"/>
          <w:smallCaps w:val="0"/>
        </w:rPr>
        <w:t>metoda projektów, praca w grupach</w:t>
      </w:r>
      <w:r w:rsidRPr="037537F9" w:rsidR="003E1329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037537F9" w:rsidR="001C3C2E">
        <w:rPr>
          <w:rFonts w:ascii="Corbel" w:hAnsi="Corbel"/>
          <w:b w:val="0"/>
          <w:bCs w:val="0"/>
          <w:caps w:val="0"/>
          <w:smallCaps w:val="0"/>
        </w:rPr>
        <w:t>dyskusja, analiza przypadków</w:t>
      </w:r>
    </w:p>
    <w:p w:rsidRPr="00F4223D" w:rsidR="00E960BB" w:rsidP="009C54AE" w:rsidRDefault="00E960BB" w14:paraId="0E6CC0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C61DC5" w14:paraId="7D17E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Pr="00F4223D" w:rsidR="0085747A">
        <w:rPr>
          <w:rFonts w:ascii="Corbel" w:hAnsi="Corbel"/>
          <w:smallCaps w:val="0"/>
          <w:szCs w:val="24"/>
        </w:rPr>
        <w:t>METODY I KRYTERIA OCENY</w:t>
      </w:r>
      <w:r w:rsidRPr="00F4223D" w:rsidR="009F4610">
        <w:rPr>
          <w:rFonts w:ascii="Corbel" w:hAnsi="Corbel"/>
          <w:smallCaps w:val="0"/>
          <w:szCs w:val="24"/>
        </w:rPr>
        <w:t xml:space="preserve"> </w:t>
      </w:r>
    </w:p>
    <w:p w:rsidRPr="00F4223D" w:rsidR="00923D7D" w:rsidP="009C54AE" w:rsidRDefault="00923D7D" w14:paraId="193BCE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266CD8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Pr="00F4223D" w:rsidR="00C05F44">
        <w:rPr>
          <w:rFonts w:ascii="Corbel" w:hAnsi="Corbel"/>
          <w:smallCaps w:val="0"/>
          <w:szCs w:val="24"/>
        </w:rPr>
        <w:t>uczenia się</w:t>
      </w:r>
    </w:p>
    <w:p w:rsidRPr="00F4223D" w:rsidR="0085747A" w:rsidP="009C54AE" w:rsidRDefault="0085747A" w14:paraId="38CD44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F4223D" w:rsidR="0085747A" w:rsidTr="6DC26561" w14:paraId="4D7C2FC2" w14:textId="77777777">
        <w:tc>
          <w:tcPr>
            <w:tcW w:w="1962" w:type="dxa"/>
            <w:tcMar/>
            <w:vAlign w:val="center"/>
          </w:tcPr>
          <w:p w:rsidRPr="00F4223D" w:rsidR="0085747A" w:rsidP="009C54AE" w:rsidRDefault="0071620A" w14:paraId="35C497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F4223D" w:rsidR="0085747A" w:rsidP="009C54AE" w:rsidRDefault="00A84C85" w14:paraId="51F6C8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Pr="00F4223D" w:rsidR="00A87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Pr="00F4223D" w:rsidR="0085747A" w:rsidP="009C54AE" w:rsidRDefault="009F4610" w14:paraId="03656D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4223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F4223D" w:rsidR="00923D7D" w:rsidP="009C54AE" w:rsidRDefault="0085747A" w14:paraId="652D15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4223D" w:rsidR="0085747A" w:rsidP="009C54AE" w:rsidRDefault="0085747A" w14:paraId="0DAD54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F4223D" w:rsidR="00704BA8" w:rsidTr="6DC26561" w14:paraId="4E99084B" w14:textId="77777777">
        <w:tc>
          <w:tcPr>
            <w:tcW w:w="1962" w:type="dxa"/>
            <w:tcMar/>
          </w:tcPr>
          <w:p w:rsidRPr="00F4223D" w:rsidR="00704BA8" w:rsidP="00704BA8" w:rsidRDefault="00704BA8" w14:paraId="304102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Mar/>
          </w:tcPr>
          <w:p w:rsidRPr="008C79D4" w:rsidR="00704BA8" w:rsidP="006132CF" w:rsidRDefault="00704BA8" w14:paraId="49029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Mar/>
          </w:tcPr>
          <w:p w:rsidRPr="00F4223D" w:rsidR="00704BA8" w:rsidP="00704BA8" w:rsidRDefault="00704BA8" w14:paraId="02CB5C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F4223D" w:rsidR="00704BA8" w:rsidTr="6DC26561" w14:paraId="78731F68" w14:textId="77777777">
        <w:tc>
          <w:tcPr>
            <w:tcW w:w="1962" w:type="dxa"/>
            <w:tcMar/>
          </w:tcPr>
          <w:p w:rsidRPr="00F4223D" w:rsidR="00704BA8" w:rsidP="00704BA8" w:rsidRDefault="00704BA8" w14:paraId="5FDFF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8C79D4" w:rsidR="00704BA8" w:rsidP="006132CF" w:rsidRDefault="00704BA8" w14:paraId="2F105A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Mar/>
          </w:tcPr>
          <w:p w:rsidRPr="00F4223D" w:rsidR="00704BA8" w:rsidP="00704BA8" w:rsidRDefault="00704BA8" w14:paraId="216345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F4223D" w:rsidR="00704BA8" w:rsidTr="6DC26561" w14:paraId="014084D3" w14:textId="77777777">
        <w:tc>
          <w:tcPr>
            <w:tcW w:w="1962" w:type="dxa"/>
            <w:tcMar/>
          </w:tcPr>
          <w:p w:rsidRPr="00F4223D" w:rsidR="00704BA8" w:rsidP="00704BA8" w:rsidRDefault="00704BA8" w14:paraId="7388C4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  <w:tcMar/>
          </w:tcPr>
          <w:p w:rsidRPr="008C79D4" w:rsidR="00704BA8" w:rsidP="008C79D4" w:rsidRDefault="008C79D4" w14:paraId="60E850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  <w:tcMar/>
          </w:tcPr>
          <w:p w:rsidRPr="00F4223D" w:rsidR="00704BA8" w:rsidP="00704BA8" w:rsidRDefault="00704BA8" w14:paraId="4B6BCA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F4223D" w:rsidR="00296055" w:rsidTr="6DC26561" w14:paraId="1DB1557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296055" w:rsidP="005F433A" w:rsidRDefault="00296055" w14:paraId="233436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C79D4" w:rsidR="00296055" w:rsidP="005F433A" w:rsidRDefault="00296055" w14:paraId="252E8B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6055" w:rsidR="00296055" w:rsidP="005F433A" w:rsidRDefault="00296055" w14:paraId="05B57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F4223D" w:rsidR="00296055" w:rsidTr="6DC26561" w14:paraId="674F58D9" w14:textId="77777777">
        <w:trPr>
          <w:trHeight w:val="315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296055" w:rsidP="005F433A" w:rsidRDefault="00296055" w14:paraId="372764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C79D4" w:rsidR="00296055" w:rsidP="005F433A" w:rsidRDefault="00296055" w14:paraId="7D4069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6055" w:rsidR="00296055" w:rsidP="005F433A" w:rsidRDefault="00296055" w14:paraId="2B1F35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F4223D" w:rsidR="00296055" w:rsidTr="6DC26561" w14:paraId="7110A88D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223D" w:rsidR="00296055" w:rsidP="005F433A" w:rsidRDefault="00296055" w14:paraId="6A1066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C79D4" w:rsidR="00296055" w:rsidP="005F433A" w:rsidRDefault="008C79D4" w14:paraId="1243DA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9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6055" w:rsidR="00296055" w:rsidP="005F433A" w:rsidRDefault="00296055" w14:paraId="501C84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="008663C0" w:rsidP="009C54AE" w:rsidRDefault="008663C0" w14:paraId="271F257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P="009C54AE" w:rsidRDefault="003E1941" w14:paraId="70ECB3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Pr="00F4223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4223D" w:rsidR="00923D7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43A65F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4223D" w:rsidR="008663C0" w:rsidTr="037537F9" w14:paraId="5DE1C546" w14:textId="77777777">
        <w:tc>
          <w:tcPr>
            <w:tcW w:w="9670" w:type="dxa"/>
            <w:tcMar/>
          </w:tcPr>
          <w:p w:rsidRPr="00F4223D" w:rsidR="008663C0" w:rsidP="1246EE7C" w:rsidRDefault="008663C0" w14:paraId="69C22095" w14:textId="71A87E9F">
            <w:pPr>
              <w:spacing w:before="0" w:after="0"/>
              <w:jc w:val="both"/>
            </w:pPr>
            <w:r w:rsidRPr="1246EE7C" w:rsidR="5448833E">
              <w:rPr>
                <w:rFonts w:ascii="Times New Roman" w:hAnsi="Times New Roman" w:eastAsia="Times New Roman" w:cs="Times New Roman"/>
                <w:noProof w:val="0"/>
                <w:color w:val="201F1E"/>
                <w:sz w:val="24"/>
                <w:szCs w:val="24"/>
                <w:lang w:val="pl-PL"/>
              </w:rPr>
              <w:t xml:space="preserve">Warunkiem uzyskania zaliczenia </w:t>
            </w:r>
            <w:r w:rsidRPr="1246EE7C" w:rsidR="5448833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jest uzyskanie pozytywnej oceny</w:t>
            </w:r>
            <w:r w:rsidRPr="1246EE7C" w:rsidR="5448833E">
              <w:rPr>
                <w:rFonts w:ascii="Calibri" w:hAnsi="Calibri" w:eastAsia="Calibri" w:cs="Calibri"/>
                <w:smallCaps w:val="1"/>
                <w:noProof w:val="0"/>
                <w:sz w:val="22"/>
                <w:szCs w:val="22"/>
                <w:lang w:val="pl-PL"/>
              </w:rPr>
              <w:t>.</w:t>
            </w:r>
            <w:r w:rsidRPr="1246EE7C" w:rsidR="5448833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1246EE7C" w:rsidR="5448833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1246EE7C" w:rsidRDefault="008663C0" w14:paraId="0C481EB9" w14:textId="2B911770">
            <w:pPr>
              <w:spacing w:before="0" w:after="0"/>
              <w:jc w:val="both"/>
            </w:pPr>
            <w:r w:rsidRPr="037537F9" w:rsidR="28E6881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Kryteriami oceny</w:t>
            </w:r>
            <w:r w:rsidRPr="037537F9" w:rsidR="28E68816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odpowiedzi są: kompletność odpowiedzi, poprawna terminologia, aktualny stan prawny.</w:t>
            </w:r>
            <w:r w:rsidRPr="037537F9" w:rsidR="28E68816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1246EE7C" w:rsidRDefault="008663C0" w14:paraId="7CC0398D" w14:textId="1459961B">
            <w:pPr>
              <w:spacing w:before="0" w:after="0"/>
              <w:jc w:val="both"/>
            </w:pPr>
            <w:r w:rsidRPr="1246EE7C" w:rsidR="5448833E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Przyjmuje się następującą skalę ocen:</w:t>
            </w:r>
            <w:r w:rsidRPr="1246EE7C" w:rsidR="5448833E">
              <w:rPr>
                <w:rFonts w:ascii="Calibri" w:hAnsi="Calibri" w:eastAsia="Calibri" w:cs="Calibri"/>
                <w:b w:val="1"/>
                <w:bCs w:val="1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Pr="00F4223D" w:rsidR="008663C0" w:rsidP="1246EE7C" w:rsidRDefault="008663C0" w14:paraId="51220AC7" w14:textId="02E4A38F">
            <w:pPr>
              <w:spacing w:before="0" w:after="0"/>
            </w:pPr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bdb – powyższej 90% poprawnych odpowiedzi, </w:t>
            </w:r>
          </w:p>
          <w:p w:rsidRPr="00F4223D" w:rsidR="008663C0" w:rsidP="1246EE7C" w:rsidRDefault="008663C0" w14:paraId="1324B23B" w14:textId="11C17F39">
            <w:pPr>
              <w:spacing w:before="0" w:after="0"/>
            </w:pPr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db – 81 – 89%, </w:t>
            </w:r>
          </w:p>
          <w:p w:rsidRPr="00F4223D" w:rsidR="008663C0" w:rsidP="1246EE7C" w:rsidRDefault="008663C0" w14:paraId="1F0CE0F2" w14:textId="2B039BCA">
            <w:pPr>
              <w:spacing w:before="0" w:after="0"/>
            </w:pPr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db –  70 – 80%, </w:t>
            </w:r>
          </w:p>
          <w:p w:rsidRPr="00F4223D" w:rsidR="008663C0" w:rsidP="1246EE7C" w:rsidRDefault="008663C0" w14:paraId="7B328705" w14:textId="1CC86ACE">
            <w:pPr>
              <w:spacing w:before="0" w:after="0"/>
            </w:pPr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plus dst – 61 -69%, </w:t>
            </w:r>
          </w:p>
          <w:p w:rsidRPr="00F4223D" w:rsidR="008663C0" w:rsidP="1246EE7C" w:rsidRDefault="008663C0" w14:paraId="44909355" w14:textId="2B131AED">
            <w:pPr>
              <w:spacing w:before="0" w:after="0"/>
            </w:pPr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dst – 51 – 60%, </w:t>
            </w:r>
          </w:p>
          <w:p w:rsidRPr="00F4223D" w:rsidR="008663C0" w:rsidP="1246EE7C" w:rsidRDefault="008663C0" w14:paraId="60BD6BE9" w14:textId="56D0BE7C">
            <w:pPr>
              <w:spacing w:before="0" w:after="0"/>
            </w:pPr>
            <w:proofErr w:type="spellStart"/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ndst</w:t>
            </w:r>
            <w:proofErr w:type="spellEnd"/>
            <w:r w:rsidRPr="1246EE7C" w:rsidR="5448833E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.- poniżej 50 %.</w:t>
            </w:r>
          </w:p>
        </w:tc>
      </w:tr>
    </w:tbl>
    <w:p w:rsidRPr="00F4223D" w:rsidR="00923D7D" w:rsidP="009C54AE" w:rsidRDefault="00923D7D" w14:paraId="395A036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4223D" w:rsidR="0085747A" w:rsidP="009C54AE" w:rsidRDefault="0085747A" w14:paraId="4D4101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9F4610" w:rsidP="009C54AE" w:rsidRDefault="0085747A" w14:paraId="51F398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Pr="00F4223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4223D" w:rsidR="0085747A" w:rsidP="009C54AE" w:rsidRDefault="0085747A" w14:paraId="092D16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F4223D" w:rsidR="0085747A" w:rsidTr="037537F9" w14:paraId="05837EE7" w14:textId="77777777">
        <w:tc>
          <w:tcPr>
            <w:tcW w:w="4962" w:type="dxa"/>
            <w:tcMar/>
            <w:vAlign w:val="center"/>
          </w:tcPr>
          <w:p w:rsidRPr="00F4223D" w:rsidR="0085747A" w:rsidP="009C54AE" w:rsidRDefault="00C61DC5" w14:paraId="21BF3D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4223D" w:rsidR="0085747A" w:rsidP="009C54AE" w:rsidRDefault="00C61DC5" w14:paraId="40AB45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4223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4223D" w:rsidR="0085747A" w:rsidTr="037537F9" w14:paraId="5173DA77" w14:textId="77777777">
        <w:tc>
          <w:tcPr>
            <w:tcW w:w="4962" w:type="dxa"/>
            <w:tcMar/>
          </w:tcPr>
          <w:p w:rsidRPr="00F4223D" w:rsidR="0085747A" w:rsidP="009C54AE" w:rsidRDefault="00C61DC5" w14:paraId="20A80C3B" w14:textId="0130F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7537F9" w:rsidR="00C61DC5">
              <w:rPr>
                <w:rFonts w:ascii="Corbel" w:hAnsi="Corbel"/>
                <w:sz w:val="24"/>
                <w:szCs w:val="24"/>
              </w:rPr>
              <w:t>G</w:t>
            </w:r>
            <w:r w:rsidRPr="037537F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37537F9" w:rsidR="00C61DC5">
              <w:rPr>
                <w:rFonts w:ascii="Corbel" w:hAnsi="Corbel"/>
                <w:sz w:val="24"/>
                <w:szCs w:val="24"/>
              </w:rPr>
              <w:t>kontaktowe</w:t>
            </w:r>
            <w:r w:rsidRPr="037537F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37537F9" w:rsidR="00C61DC5">
              <w:rPr>
                <w:rFonts w:ascii="Corbel" w:hAnsi="Corbel"/>
                <w:sz w:val="24"/>
                <w:szCs w:val="24"/>
              </w:rPr>
              <w:t>ynikające</w:t>
            </w:r>
            <w:r w:rsidRPr="037537F9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37537F9" w:rsidR="70A839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37537F9" w:rsidR="00C61D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F4223D" w:rsidR="0085747A" w:rsidP="009C54AE" w:rsidRDefault="00704BA8" w14:paraId="69EA02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F4223D" w:rsidR="00C61DC5" w:rsidTr="037537F9" w14:paraId="6FA48A18" w14:textId="77777777">
        <w:tc>
          <w:tcPr>
            <w:tcW w:w="4962" w:type="dxa"/>
            <w:tcMar/>
          </w:tcPr>
          <w:p w:rsidRPr="00F4223D" w:rsidR="00C61DC5" w:rsidP="009C54AE" w:rsidRDefault="00C61DC5" w14:paraId="6490EA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4223D" w:rsidR="00C61DC5" w:rsidP="009C54AE" w:rsidRDefault="00C61DC5" w14:paraId="267BB1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F4223D" w:rsidR="00C61DC5" w:rsidP="009C54AE" w:rsidRDefault="00704BA8" w14:paraId="7248D8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F4223D" w:rsidR="00C61DC5" w:rsidTr="037537F9" w14:paraId="04255E64" w14:textId="77777777">
        <w:tc>
          <w:tcPr>
            <w:tcW w:w="4962" w:type="dxa"/>
            <w:tcMar/>
          </w:tcPr>
          <w:p w:rsidRPr="00F4223D" w:rsidR="0071620A" w:rsidP="009C54AE" w:rsidRDefault="00C61DC5" w14:paraId="16529E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4223D" w:rsidR="00C61DC5" w:rsidP="009C54AE" w:rsidRDefault="00C61DC5" w14:paraId="7A89F3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F4223D" w:rsidR="00C61DC5" w:rsidP="009C54AE" w:rsidRDefault="00C913B8" w14:paraId="194196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F4223D" w:rsidR="0085747A" w:rsidTr="037537F9" w14:paraId="6E41B14A" w14:textId="77777777">
        <w:tc>
          <w:tcPr>
            <w:tcW w:w="4962" w:type="dxa"/>
            <w:tcMar/>
          </w:tcPr>
          <w:p w:rsidRPr="00F4223D" w:rsidR="0085747A" w:rsidP="009C54AE" w:rsidRDefault="0085747A" w14:paraId="28A2DF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4223D" w:rsidR="0085747A" w:rsidP="009C54AE" w:rsidRDefault="00C913B8" w14:paraId="0B69A0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F4223D" w:rsidR="0085747A" w:rsidTr="037537F9" w14:paraId="3D7A4955" w14:textId="77777777">
        <w:tc>
          <w:tcPr>
            <w:tcW w:w="4962" w:type="dxa"/>
            <w:tcMar/>
          </w:tcPr>
          <w:p w:rsidRPr="00CF438A" w:rsidR="0085747A" w:rsidP="009C54AE" w:rsidRDefault="0085747A" w14:paraId="693B63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3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CF438A" w:rsidR="0085747A" w:rsidP="009C54AE" w:rsidRDefault="001D2AAB" w14:paraId="2658F3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3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4223D" w:rsidR="0085747A" w:rsidP="009C54AE" w:rsidRDefault="00923D7D" w14:paraId="175C077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4223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4223D" w:rsidR="003E1941" w:rsidP="009C54AE" w:rsidRDefault="003E1941" w14:paraId="409816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4223D" w:rsidR="0085747A" w:rsidP="037537F9" w:rsidRDefault="0071620A" w14:paraId="25A179DE" w14:textId="3642BB6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37537F9" w:rsidR="0071620A">
        <w:rPr>
          <w:rFonts w:ascii="Corbel" w:hAnsi="Corbel"/>
          <w:caps w:val="0"/>
          <w:smallCaps w:val="0"/>
        </w:rPr>
        <w:t xml:space="preserve">6. </w:t>
      </w:r>
      <w:r w:rsidRPr="037537F9" w:rsidR="0085747A">
        <w:rPr>
          <w:rFonts w:ascii="Corbel" w:hAnsi="Corbel"/>
          <w:caps w:val="0"/>
          <w:smallCaps w:val="0"/>
        </w:rPr>
        <w:t>PRAKTYKI ZAWODOWE W RAMACH PRZEDMIOTU</w:t>
      </w:r>
      <w:r w:rsidRPr="037537F9" w:rsidR="6326A3C0">
        <w:rPr>
          <w:rFonts w:ascii="Corbel" w:hAnsi="Corbel"/>
          <w:caps w:val="0"/>
          <w:smallCaps w:val="0"/>
        </w:rPr>
        <w:t xml:space="preserve"> </w:t>
      </w:r>
    </w:p>
    <w:p w:rsidR="037537F9" w:rsidP="037537F9" w:rsidRDefault="037537F9" w14:paraId="682E50FD" w14:textId="6D27CBDD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="6326A3C0" w:rsidP="037537F9" w:rsidRDefault="6326A3C0" w14:paraId="1CE175CE" w14:textId="1A7E2A23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037537F9" w:rsidR="6326A3C0">
        <w:rPr>
          <w:rFonts w:ascii="Corbel" w:hAnsi="Corbel"/>
          <w:b w:val="1"/>
          <w:bCs w:val="1"/>
          <w:caps w:val="0"/>
          <w:smallCaps w:val="0"/>
          <w:sz w:val="24"/>
          <w:szCs w:val="24"/>
        </w:rPr>
        <w:t>Nie dotyczy</w:t>
      </w:r>
    </w:p>
    <w:p w:rsidRPr="00F4223D" w:rsidR="003E1941" w:rsidP="009C54AE" w:rsidRDefault="003E1941" w14:paraId="068A3DD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007402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Pr="00F4223D" w:rsidR="0085747A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Pr="00F4223D" w:rsidR="008663C0" w:rsidP="009C54AE" w:rsidRDefault="008663C0" w14:paraId="7D92CF0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4223D" w:rsidR="008663C0" w:rsidTr="037537F9" w14:paraId="1DD694C9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037537F9" w:rsidRDefault="008663C0" w14:paraId="041E6B9D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37537F9" w:rsidR="1C29AAC2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podstawowa: </w:t>
            </w:r>
          </w:p>
          <w:p w:rsidR="037537F9" w:rsidP="037537F9" w:rsidRDefault="037537F9" w14:paraId="7ECE919C" w14:textId="1E1F239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4223D" w:rsidR="008663C0" w:rsidP="008663C0" w:rsidRDefault="008663C0" w14:paraId="1E131A1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Dziemianowicz, K. Szmigiel-Rawska, P. Nowicka, A. Dąbrowska,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:rsidR="008663C0" w:rsidP="008663C0" w:rsidRDefault="008663C0" w14:paraId="5DDD873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Wlażlak, </w:t>
            </w:r>
            <w:r w:rsidRPr="006132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regionalny jako zadanie administracji publicznej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wer, Warszawa 2010</w:t>
            </w:r>
          </w:p>
          <w:p w:rsidRPr="00BF2E3B" w:rsidR="00BF2E3B" w:rsidP="00BF2E3B" w:rsidRDefault="00BF2E3B" w14:paraId="16999ADC" w14:textId="77777777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Górniak,S.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Mazur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strategiczne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rozwojem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F2E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</w:t>
            </w:r>
          </w:p>
        </w:tc>
      </w:tr>
      <w:tr w:rsidRPr="00F4223D" w:rsidR="008663C0" w:rsidTr="037537F9" w14:paraId="1E1FF747" w14:textId="77777777">
        <w:trPr>
          <w:trHeight w:val="397"/>
        </w:trPr>
        <w:tc>
          <w:tcPr>
            <w:tcW w:w="7513" w:type="dxa"/>
            <w:tcMar/>
          </w:tcPr>
          <w:p w:rsidRPr="00F4223D" w:rsidR="008663C0" w:rsidP="037537F9" w:rsidRDefault="008663C0" w14:paraId="4C169299" w14:textId="77777777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</w:rPr>
            </w:pPr>
            <w:r w:rsidRPr="037537F9" w:rsidR="1C29AAC2">
              <w:rPr>
                <w:rFonts w:ascii="Corbel" w:hAnsi="Corbel"/>
                <w:b w:val="1"/>
                <w:bCs w:val="1"/>
                <w:caps w:val="0"/>
                <w:smallCaps w:val="0"/>
              </w:rPr>
              <w:t xml:space="preserve">Literatura uzupełniająca: </w:t>
            </w:r>
          </w:p>
          <w:p w:rsidR="037537F9" w:rsidP="037537F9" w:rsidRDefault="037537F9" w14:paraId="29EA4875" w14:textId="05D9EFF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F4223D" w:rsidR="008663C0" w:rsidP="008663C0" w:rsidRDefault="008663C0" w14:paraId="1902DE89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</w:p>
        </w:tc>
      </w:tr>
    </w:tbl>
    <w:p w:rsidRPr="00F4223D" w:rsidR="0085747A" w:rsidP="009C54AE" w:rsidRDefault="0085747A" w14:paraId="4B5E198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9C54AE" w:rsidRDefault="0085747A" w14:paraId="7406863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4223D" w:rsidR="0085747A" w:rsidP="00F83B28" w:rsidRDefault="0085747A" w14:paraId="3956F57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4223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9EF" w:rsidP="00C16ABF" w:rsidRDefault="009939EF" w14:paraId="37A24852" w14:textId="77777777">
      <w:pPr>
        <w:spacing w:after="0" w:line="240" w:lineRule="auto"/>
      </w:pPr>
      <w:r>
        <w:separator/>
      </w:r>
    </w:p>
  </w:endnote>
  <w:endnote w:type="continuationSeparator" w:id="0">
    <w:p w:rsidR="009939EF" w:rsidP="00C16ABF" w:rsidRDefault="009939EF" w14:paraId="622B26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9EF" w:rsidP="00C16ABF" w:rsidRDefault="009939EF" w14:paraId="4ECE3449" w14:textId="77777777">
      <w:pPr>
        <w:spacing w:after="0" w:line="240" w:lineRule="auto"/>
      </w:pPr>
      <w:r>
        <w:separator/>
      </w:r>
    </w:p>
  </w:footnote>
  <w:footnote w:type="continuationSeparator" w:id="0">
    <w:p w:rsidR="009939EF" w:rsidP="00C16ABF" w:rsidRDefault="009939EF" w14:paraId="65F40F5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40376D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fullPage" w:percent="74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65AA"/>
    <w:rsid w:val="000D04B0"/>
    <w:rsid w:val="000F1C57"/>
    <w:rsid w:val="000F5615"/>
    <w:rsid w:val="00111DA3"/>
    <w:rsid w:val="00121C29"/>
    <w:rsid w:val="00121F96"/>
    <w:rsid w:val="00124BFF"/>
    <w:rsid w:val="0012560E"/>
    <w:rsid w:val="00127108"/>
    <w:rsid w:val="00134B13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D2AAB"/>
    <w:rsid w:val="001D3890"/>
    <w:rsid w:val="001D657B"/>
    <w:rsid w:val="001D7B54"/>
    <w:rsid w:val="001E0209"/>
    <w:rsid w:val="001F2CA2"/>
    <w:rsid w:val="0020021E"/>
    <w:rsid w:val="002144C0"/>
    <w:rsid w:val="0022477D"/>
    <w:rsid w:val="002278A9"/>
    <w:rsid w:val="002336F9"/>
    <w:rsid w:val="0024028F"/>
    <w:rsid w:val="00243424"/>
    <w:rsid w:val="00244ABC"/>
    <w:rsid w:val="002466BB"/>
    <w:rsid w:val="00257CF4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C1F06"/>
    <w:rsid w:val="002D3375"/>
    <w:rsid w:val="002D73D4"/>
    <w:rsid w:val="002E640E"/>
    <w:rsid w:val="002F02A3"/>
    <w:rsid w:val="002F4ABE"/>
    <w:rsid w:val="003018BA"/>
    <w:rsid w:val="0030395F"/>
    <w:rsid w:val="00305C92"/>
    <w:rsid w:val="003151C5"/>
    <w:rsid w:val="003343CF"/>
    <w:rsid w:val="003351FB"/>
    <w:rsid w:val="00346FE9"/>
    <w:rsid w:val="0034759A"/>
    <w:rsid w:val="003503F6"/>
    <w:rsid w:val="003530DD"/>
    <w:rsid w:val="00363F78"/>
    <w:rsid w:val="00381154"/>
    <w:rsid w:val="003A0A5B"/>
    <w:rsid w:val="003A1176"/>
    <w:rsid w:val="003B30E2"/>
    <w:rsid w:val="003C0BAE"/>
    <w:rsid w:val="003D18A9"/>
    <w:rsid w:val="003D6CE2"/>
    <w:rsid w:val="003E1329"/>
    <w:rsid w:val="003E1941"/>
    <w:rsid w:val="003E2FE6"/>
    <w:rsid w:val="003E49D5"/>
    <w:rsid w:val="003F38C0"/>
    <w:rsid w:val="003F68C4"/>
    <w:rsid w:val="00414E3C"/>
    <w:rsid w:val="0042244A"/>
    <w:rsid w:val="00425DBB"/>
    <w:rsid w:val="0042745A"/>
    <w:rsid w:val="00431D5C"/>
    <w:rsid w:val="004362C6"/>
    <w:rsid w:val="00437FA2"/>
    <w:rsid w:val="00445970"/>
    <w:rsid w:val="00455426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2D1"/>
    <w:rsid w:val="004D5282"/>
    <w:rsid w:val="004F1551"/>
    <w:rsid w:val="004F55A3"/>
    <w:rsid w:val="0050496F"/>
    <w:rsid w:val="00513B6F"/>
    <w:rsid w:val="00517C63"/>
    <w:rsid w:val="00535449"/>
    <w:rsid w:val="005363C4"/>
    <w:rsid w:val="00536BDE"/>
    <w:rsid w:val="00543ACC"/>
    <w:rsid w:val="00551F5A"/>
    <w:rsid w:val="005535A3"/>
    <w:rsid w:val="00561846"/>
    <w:rsid w:val="0056696D"/>
    <w:rsid w:val="0058162B"/>
    <w:rsid w:val="0059340A"/>
    <w:rsid w:val="0059484D"/>
    <w:rsid w:val="005A0855"/>
    <w:rsid w:val="005A3196"/>
    <w:rsid w:val="005A3285"/>
    <w:rsid w:val="005A3E20"/>
    <w:rsid w:val="005C080F"/>
    <w:rsid w:val="005C1CDF"/>
    <w:rsid w:val="005C55E5"/>
    <w:rsid w:val="005C62C1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A39"/>
    <w:rsid w:val="007C3299"/>
    <w:rsid w:val="007C3BCC"/>
    <w:rsid w:val="007C4546"/>
    <w:rsid w:val="007D6E56"/>
    <w:rsid w:val="007F4155"/>
    <w:rsid w:val="0081554D"/>
    <w:rsid w:val="0081707E"/>
    <w:rsid w:val="008219A7"/>
    <w:rsid w:val="008449B3"/>
    <w:rsid w:val="0085660A"/>
    <w:rsid w:val="0085747A"/>
    <w:rsid w:val="008663C0"/>
    <w:rsid w:val="00880CAF"/>
    <w:rsid w:val="00884922"/>
    <w:rsid w:val="00885038"/>
    <w:rsid w:val="00885F64"/>
    <w:rsid w:val="008900E5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C79D4"/>
    <w:rsid w:val="008D3DFB"/>
    <w:rsid w:val="008E5043"/>
    <w:rsid w:val="008E64F4"/>
    <w:rsid w:val="008F12C9"/>
    <w:rsid w:val="008F6E29"/>
    <w:rsid w:val="00916188"/>
    <w:rsid w:val="00923D7D"/>
    <w:rsid w:val="009508DF"/>
    <w:rsid w:val="00950DAC"/>
    <w:rsid w:val="00954A07"/>
    <w:rsid w:val="0099249A"/>
    <w:rsid w:val="00993030"/>
    <w:rsid w:val="009939EF"/>
    <w:rsid w:val="00997F14"/>
    <w:rsid w:val="009A78D9"/>
    <w:rsid w:val="009C3E31"/>
    <w:rsid w:val="009C4153"/>
    <w:rsid w:val="009C54AE"/>
    <w:rsid w:val="009C788E"/>
    <w:rsid w:val="009D30C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B1"/>
    <w:rsid w:val="00B261DB"/>
    <w:rsid w:val="00B3130B"/>
    <w:rsid w:val="00B355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B8"/>
    <w:rsid w:val="00B90885"/>
    <w:rsid w:val="00B93C28"/>
    <w:rsid w:val="00BB520A"/>
    <w:rsid w:val="00BC2072"/>
    <w:rsid w:val="00BC518A"/>
    <w:rsid w:val="00BC5FC5"/>
    <w:rsid w:val="00BC717F"/>
    <w:rsid w:val="00BD3869"/>
    <w:rsid w:val="00BD4BF2"/>
    <w:rsid w:val="00BD66E9"/>
    <w:rsid w:val="00BD6FF4"/>
    <w:rsid w:val="00BE6755"/>
    <w:rsid w:val="00BF2C41"/>
    <w:rsid w:val="00BF2E3B"/>
    <w:rsid w:val="00BF42B8"/>
    <w:rsid w:val="00C058B4"/>
    <w:rsid w:val="00C05F44"/>
    <w:rsid w:val="00C131B5"/>
    <w:rsid w:val="00C16ABF"/>
    <w:rsid w:val="00C170AE"/>
    <w:rsid w:val="00C26CB7"/>
    <w:rsid w:val="00C324C1"/>
    <w:rsid w:val="00C33A52"/>
    <w:rsid w:val="00C33CEC"/>
    <w:rsid w:val="00C36992"/>
    <w:rsid w:val="00C56036"/>
    <w:rsid w:val="00C61DC5"/>
    <w:rsid w:val="00C674D0"/>
    <w:rsid w:val="00C67E92"/>
    <w:rsid w:val="00C70A26"/>
    <w:rsid w:val="00C766DF"/>
    <w:rsid w:val="00C834E1"/>
    <w:rsid w:val="00C86B29"/>
    <w:rsid w:val="00C913B8"/>
    <w:rsid w:val="00C94B98"/>
    <w:rsid w:val="00CA2B96"/>
    <w:rsid w:val="00CA5089"/>
    <w:rsid w:val="00CC2222"/>
    <w:rsid w:val="00CD6897"/>
    <w:rsid w:val="00CE5BAC"/>
    <w:rsid w:val="00CF25BE"/>
    <w:rsid w:val="00CF438A"/>
    <w:rsid w:val="00CF78ED"/>
    <w:rsid w:val="00D02B25"/>
    <w:rsid w:val="00D02EBA"/>
    <w:rsid w:val="00D15855"/>
    <w:rsid w:val="00D17C3C"/>
    <w:rsid w:val="00D220D6"/>
    <w:rsid w:val="00D231F7"/>
    <w:rsid w:val="00D26B2C"/>
    <w:rsid w:val="00D352C9"/>
    <w:rsid w:val="00D425B2"/>
    <w:rsid w:val="00D428D6"/>
    <w:rsid w:val="00D552B2"/>
    <w:rsid w:val="00D608D1"/>
    <w:rsid w:val="00D6776B"/>
    <w:rsid w:val="00D74119"/>
    <w:rsid w:val="00D8075B"/>
    <w:rsid w:val="00D8678B"/>
    <w:rsid w:val="00DA2114"/>
    <w:rsid w:val="00DB2CE6"/>
    <w:rsid w:val="00DD2831"/>
    <w:rsid w:val="00DD65E5"/>
    <w:rsid w:val="00DE09C0"/>
    <w:rsid w:val="00DE4A14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2226"/>
    <w:rsid w:val="00E63348"/>
    <w:rsid w:val="00E77E88"/>
    <w:rsid w:val="00E8107D"/>
    <w:rsid w:val="00E82E71"/>
    <w:rsid w:val="00E960BB"/>
    <w:rsid w:val="00EA2074"/>
    <w:rsid w:val="00EA4832"/>
    <w:rsid w:val="00EA4E9D"/>
    <w:rsid w:val="00EB6F9A"/>
    <w:rsid w:val="00EC4899"/>
    <w:rsid w:val="00ED03AB"/>
    <w:rsid w:val="00ED32D2"/>
    <w:rsid w:val="00ED45FE"/>
    <w:rsid w:val="00ED57B8"/>
    <w:rsid w:val="00EE32DE"/>
    <w:rsid w:val="00EE5457"/>
    <w:rsid w:val="00F070AB"/>
    <w:rsid w:val="00F17567"/>
    <w:rsid w:val="00F27A7B"/>
    <w:rsid w:val="00F4223D"/>
    <w:rsid w:val="00F526AF"/>
    <w:rsid w:val="00F617C3"/>
    <w:rsid w:val="00F7066B"/>
    <w:rsid w:val="00F83B28"/>
    <w:rsid w:val="00F85375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  <w:rsid w:val="02D39831"/>
    <w:rsid w:val="037537F9"/>
    <w:rsid w:val="085BA28C"/>
    <w:rsid w:val="0BB65830"/>
    <w:rsid w:val="1246EE7C"/>
    <w:rsid w:val="135F5483"/>
    <w:rsid w:val="19715ECB"/>
    <w:rsid w:val="1C29AAC2"/>
    <w:rsid w:val="24FF0CEA"/>
    <w:rsid w:val="280217B2"/>
    <w:rsid w:val="28E68816"/>
    <w:rsid w:val="294A8247"/>
    <w:rsid w:val="2C082271"/>
    <w:rsid w:val="32F5B264"/>
    <w:rsid w:val="33EDA0D4"/>
    <w:rsid w:val="3F96AD90"/>
    <w:rsid w:val="4046A884"/>
    <w:rsid w:val="53BF0CB2"/>
    <w:rsid w:val="5448833E"/>
    <w:rsid w:val="5747BF1F"/>
    <w:rsid w:val="5CE1A4CF"/>
    <w:rsid w:val="6326A3C0"/>
    <w:rsid w:val="6355F631"/>
    <w:rsid w:val="6DC26561"/>
    <w:rsid w:val="70A83948"/>
    <w:rsid w:val="7575E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A2DA"/>
  <w15:docId w15:val="{E9AB25AF-3236-4EDE-BA63-BFF69EB6F6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gt-baf-back" w:customStyle="1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93C90-A4CA-4BC6-96D1-3BE0FD0921E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Pikus Anna</lastModifiedBy>
  <revision>9</revision>
  <lastPrinted>2019-02-06T12:12:00.0000000Z</lastPrinted>
  <dcterms:created xsi:type="dcterms:W3CDTF">2021-12-12T16:49:00.0000000Z</dcterms:created>
  <dcterms:modified xsi:type="dcterms:W3CDTF">2022-01-24T10:57:14.0357016Z</dcterms:modified>
</coreProperties>
</file>